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2F921C7" w:rsidR="004E36AD" w:rsidRPr="007F3777" w:rsidRDefault="004E36AD" w:rsidP="003322BF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355CFE">
        <w:rPr>
          <w:rStyle w:val="Strong"/>
          <w:rFonts w:asciiTheme="minorHAnsi" w:hAnsiTheme="minorHAnsi" w:cstheme="minorHAnsi"/>
          <w:lang w:val="en-GB"/>
        </w:rPr>
        <w:t>16-G029-23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3E6D8EB0" w:rsidR="004E36AD" w:rsidRPr="007B6E5A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7B6E5A">
        <w:rPr>
          <w:rFonts w:ascii="Calibri" w:hAnsi="Calibri" w:cs="Calibri"/>
        </w:rPr>
        <w:t xml:space="preserve">posted on the </w:t>
      </w:r>
      <w:r w:rsidR="008D55BB" w:rsidRPr="007B6E5A">
        <w:rPr>
          <w:rFonts w:ascii="Calibri" w:hAnsi="Calibri" w:cs="Calibri"/>
        </w:rPr>
        <w:t>Kiribati Public Procurement Web</w:t>
      </w:r>
      <w:r w:rsidR="00AD7F57" w:rsidRPr="007B6E5A">
        <w:rPr>
          <w:rFonts w:ascii="Calibri" w:hAnsi="Calibri" w:cs="Calibri"/>
        </w:rPr>
        <w:t>Portal</w:t>
      </w:r>
      <w:r w:rsidRPr="007B6E5A">
        <w:rPr>
          <w:rFonts w:ascii="Calibri" w:hAnsi="Calibri" w:cs="Calibri"/>
        </w:rPr>
        <w:t xml:space="preserve"> (</w:t>
      </w:r>
      <w:hyperlink r:id="rId11" w:history="1">
        <w:r w:rsidR="00672CDA" w:rsidRPr="007B6E5A">
          <w:rPr>
            <w:rStyle w:val="Hyperlink"/>
          </w:rPr>
          <w:t>Tender List | Central Procurement Unit</w:t>
        </w:r>
      </w:hyperlink>
      <w:r w:rsidR="00672CDA" w:rsidRPr="007B6E5A">
        <w:t xml:space="preserve">) </w:t>
      </w:r>
      <w:r w:rsidRPr="007B6E5A">
        <w:rPr>
          <w:rFonts w:ascii="Calibri" w:hAnsi="Calibri" w:cs="Calibri"/>
          <w:u w:val="single"/>
        </w:rPr>
        <w:t>or</w:t>
      </w:r>
      <w:r w:rsidRPr="007B6E5A">
        <w:rPr>
          <w:rFonts w:ascii="Calibri" w:hAnsi="Calibri" w:cs="Calibri"/>
        </w:rPr>
        <w:t xml:space="preserve"> sent directly </w:t>
      </w:r>
      <w:r w:rsidR="003322BF" w:rsidRPr="007B6E5A">
        <w:rPr>
          <w:rFonts w:ascii="Calibri" w:hAnsi="Calibri" w:cs="Calibri"/>
        </w:rPr>
        <w:t xml:space="preserve">to </w:t>
      </w:r>
      <w:r w:rsidRPr="007B6E5A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8D55BB" w:rsidRPr="007B6E5A">
        <w:rPr>
          <w:rFonts w:ascii="Calibri" w:hAnsi="Calibri" w:cs="Calibri"/>
        </w:rPr>
        <w:t>5-9</w:t>
      </w:r>
      <w:r w:rsidRPr="007B6E5A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7B6E5A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B6E5A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B6E5A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B6E5A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B6E5A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7B6E5A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5EBE2CEB" w:rsidR="00B0293A" w:rsidRPr="007B6E5A" w:rsidRDefault="00355CFE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MELAD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B76F390" w:rsidR="00B0293A" w:rsidRPr="007B6E5A" w:rsidRDefault="00355CF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28/08/2023</w:t>
            </w:r>
          </w:p>
        </w:tc>
      </w:tr>
      <w:tr w:rsidR="00B0293A" w:rsidRPr="007B6E5A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7B6E5A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DF01AFB" w:rsidR="00B0293A" w:rsidRPr="007B6E5A" w:rsidRDefault="00B0293A" w:rsidP="00D719B3">
            <w:pPr>
              <w:rPr>
                <w:rFonts w:ascii="Calibri" w:hAnsi="Calibri"/>
                <w:szCs w:val="20"/>
              </w:rPr>
            </w:pPr>
            <w:r w:rsidRPr="007B6E5A">
              <w:rPr>
                <w:rFonts w:ascii="Calibri" w:hAnsi="Calibri"/>
                <w:szCs w:val="20"/>
              </w:rPr>
              <w:t xml:space="preserve"> </w:t>
            </w:r>
            <w:r w:rsidR="00355CFE">
              <w:rPr>
                <w:rFonts w:ascii="Calibri" w:hAnsi="Calibri"/>
                <w:szCs w:val="20"/>
              </w:rPr>
              <w:t xml:space="preserve">08/09/2023 </w:t>
            </w:r>
            <w:r w:rsidRPr="007B6E5A">
              <w:rPr>
                <w:rFonts w:ascii="Calibri" w:hAnsi="Calibri"/>
                <w:szCs w:val="20"/>
              </w:rPr>
              <w:t>(</w:t>
            </w:r>
            <w:r w:rsidR="003322BF" w:rsidRPr="007B6E5A">
              <w:rPr>
                <w:rFonts w:ascii="Calibri" w:hAnsi="Calibri"/>
                <w:szCs w:val="20"/>
              </w:rPr>
              <w:t>1</w:t>
            </w:r>
            <w:r w:rsidR="00355CFE">
              <w:rPr>
                <w:rFonts w:ascii="Calibri" w:hAnsi="Calibri"/>
                <w:szCs w:val="20"/>
              </w:rPr>
              <w:t>7</w:t>
            </w:r>
            <w:r w:rsidRPr="007B6E5A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B6E5A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B6E5A">
              <w:rPr>
                <w:rFonts w:cs="Calibri"/>
                <w:sz w:val="24"/>
                <w:szCs w:val="24"/>
              </w:rPr>
              <w:t xml:space="preserve">to </w:t>
            </w:r>
            <w:r w:rsidRPr="007B6E5A">
              <w:rPr>
                <w:rFonts w:cs="Calibri"/>
                <w:sz w:val="24"/>
                <w:szCs w:val="24"/>
              </w:rPr>
              <w:t>amend the RF</w:t>
            </w:r>
            <w:r w:rsidR="00EC72C1" w:rsidRPr="007B6E5A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3BDAC26B" w:rsidR="00B0293A" w:rsidRPr="007B6E5A" w:rsidRDefault="00355CF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MELAD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0DAF9ED2" w:rsidR="00B0293A" w:rsidRPr="007B6E5A" w:rsidRDefault="00355CF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22/09/2023</w:t>
            </w:r>
          </w:p>
        </w:tc>
      </w:tr>
      <w:tr w:rsidR="00B0293A" w:rsidRPr="007B6E5A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7B6E5A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7FA4546" w:rsidR="00B0293A" w:rsidRPr="007B6E5A" w:rsidRDefault="00B0293A" w:rsidP="00D719B3">
            <w:pPr>
              <w:rPr>
                <w:rFonts w:ascii="Calibri" w:hAnsi="Calibri"/>
                <w:szCs w:val="20"/>
              </w:rPr>
            </w:pPr>
            <w:r w:rsidRPr="007B6E5A">
              <w:rPr>
                <w:rFonts w:ascii="Calibri" w:hAnsi="Calibri"/>
                <w:szCs w:val="20"/>
              </w:rPr>
              <w:t xml:space="preserve"> </w:t>
            </w:r>
            <w:r w:rsidR="00355CFE">
              <w:rPr>
                <w:rFonts w:ascii="Calibri" w:hAnsi="Calibri"/>
                <w:szCs w:val="20"/>
              </w:rPr>
              <w:t xml:space="preserve">11/10/2023 </w:t>
            </w:r>
            <w:r w:rsidRPr="007B6E5A">
              <w:rPr>
                <w:rFonts w:ascii="Calibri" w:hAnsi="Calibri"/>
                <w:szCs w:val="20"/>
              </w:rPr>
              <w:t>(</w:t>
            </w:r>
            <w:r w:rsidR="003322BF" w:rsidRPr="007B6E5A">
              <w:rPr>
                <w:rFonts w:ascii="Calibri" w:hAnsi="Calibri"/>
                <w:szCs w:val="20"/>
              </w:rPr>
              <w:t>1</w:t>
            </w:r>
            <w:r w:rsidR="00355CFE">
              <w:rPr>
                <w:rFonts w:ascii="Calibri" w:hAnsi="Calibri"/>
                <w:szCs w:val="20"/>
              </w:rPr>
              <w:t>7</w:t>
            </w:r>
            <w:r w:rsidRPr="007B6E5A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B6E5A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7CBB5D73" w:rsidR="00B0293A" w:rsidRPr="007B6E5A" w:rsidRDefault="00355CF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MELAD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3E90883" w:rsidR="00B0293A" w:rsidRPr="007B6E5A" w:rsidRDefault="00355CF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16/10/2023</w:t>
            </w:r>
          </w:p>
        </w:tc>
      </w:tr>
      <w:tr w:rsidR="00B0293A" w:rsidRPr="007B6E5A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61F953E" w:rsidR="00B0293A" w:rsidRPr="007B6E5A" w:rsidRDefault="00355CF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MELAD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C170525" w:rsidR="00B0293A" w:rsidRPr="007B6E5A" w:rsidRDefault="00355CF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17/10/2023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136813B2" w:rsidR="00B0293A" w:rsidRPr="003322BF" w:rsidRDefault="00355CF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MELAD</w:t>
            </w:r>
            <w:r w:rsidR="00B0293A" w:rsidRPr="007B6E5A">
              <w:rPr>
                <w:rFonts w:ascii="Calibri" w:hAnsi="Calibri" w:cs="Calibri"/>
                <w:kern w:val="2"/>
                <w:lang w:eastAsia="ko-KR"/>
              </w:rPr>
              <w:t>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976CAE2" w:rsidR="00B0293A" w:rsidRPr="00532E97" w:rsidRDefault="00355CF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31/10/2023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3CABA4F" w:rsidR="00B0293A" w:rsidRPr="003322BF" w:rsidRDefault="00355CF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MELAD</w:t>
            </w:r>
            <w:r w:rsidR="00B0293A" w:rsidRPr="003322BF">
              <w:rPr>
                <w:rFonts w:ascii="Calibri" w:hAnsi="Calibri" w:cs="Calibri"/>
                <w:kern w:val="2"/>
                <w:lang w:eastAsia="ko-KR"/>
              </w:rPr>
              <w:t>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CCDF164" w:rsidR="00B0293A" w:rsidRPr="00532E97" w:rsidRDefault="00355CF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bookmarkStart w:id="0" w:name="_GoBack"/>
            <w:bookmarkEnd w:id="0"/>
            <w:r>
              <w:rPr>
                <w:rFonts w:ascii="Calibri" w:hAnsi="Calibri"/>
                <w:szCs w:val="20"/>
              </w:rPr>
              <w:t>1/11/2023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1AF2B9C8" w:rsidR="00B0293A" w:rsidRPr="00532E97" w:rsidRDefault="00355CF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02/11/2023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389DA8D5"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</w:p>
    <w:sectPr w:rsidR="00C447AC" w:rsidRPr="00090751" w:rsidSect="00C67453">
      <w:headerReference w:type="default" r:id="rId12"/>
      <w:footerReference w:type="default" r:id="rId13"/>
      <w:type w:val="oddPage"/>
      <w:pgSz w:w="11907" w:h="16839" w:code="9"/>
      <w:pgMar w:top="1701" w:right="1152" w:bottom="1080" w:left="1152" w:header="426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DA736" w14:textId="77777777" w:rsidR="009B1DFE" w:rsidRDefault="009B1DFE">
      <w:r>
        <w:separator/>
      </w:r>
    </w:p>
  </w:endnote>
  <w:endnote w:type="continuationSeparator" w:id="0">
    <w:p w14:paraId="177A15B3" w14:textId="77777777" w:rsidR="009B1DFE" w:rsidRDefault="009B1DFE">
      <w:r>
        <w:continuationSeparator/>
      </w:r>
    </w:p>
  </w:endnote>
  <w:endnote w:type="continuationNotice" w:id="1">
    <w:p w14:paraId="110ED94C" w14:textId="77777777" w:rsidR="009B1DFE" w:rsidRDefault="009B1D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B6E5A" w:rsidRPr="007B6E5A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B6E5A" w:rsidRPr="007B6E5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25ED95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55CFE">
      <w:rPr>
        <w:noProof/>
      </w:rPr>
      <w:t>2023-08-24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D6A24" w14:textId="77777777" w:rsidR="009B1DFE" w:rsidRDefault="009B1DFE">
      <w:r>
        <w:separator/>
      </w:r>
    </w:p>
  </w:footnote>
  <w:footnote w:type="continuationSeparator" w:id="0">
    <w:p w14:paraId="28754FE2" w14:textId="77777777" w:rsidR="009B1DFE" w:rsidRDefault="009B1DFE">
      <w:r>
        <w:continuationSeparator/>
      </w:r>
    </w:p>
  </w:footnote>
  <w:footnote w:type="continuationNotice" w:id="1">
    <w:p w14:paraId="37ED11D0" w14:textId="77777777" w:rsidR="009B1DFE" w:rsidRDefault="009B1D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002829D1" w:rsidR="00133D55" w:rsidRPr="00141577" w:rsidRDefault="00A161C1" w:rsidP="00A161C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9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4E10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22BF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CFE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0FA"/>
    <w:rsid w:val="0045354A"/>
    <w:rsid w:val="0045424C"/>
    <w:rsid w:val="00455469"/>
    <w:rsid w:val="0045572C"/>
    <w:rsid w:val="00455A2F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1275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7C1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CDA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944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B6E5A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775BD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55BB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3EB8"/>
    <w:rsid w:val="009A4E7E"/>
    <w:rsid w:val="009A5F9C"/>
    <w:rsid w:val="009A7908"/>
    <w:rsid w:val="009B041C"/>
    <w:rsid w:val="009B0D6C"/>
    <w:rsid w:val="009B0E89"/>
    <w:rsid w:val="009B1DFE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61C1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54DB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7CD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523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4FBB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F9021C-4129-4BFB-9A37-AD5248B9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8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1272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6</cp:revision>
  <cp:lastPrinted>2013-10-18T08:32:00Z</cp:lastPrinted>
  <dcterms:created xsi:type="dcterms:W3CDTF">2020-07-06T12:46:00Z</dcterms:created>
  <dcterms:modified xsi:type="dcterms:W3CDTF">2023-08-23T23:23:00Z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